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E76E11" w:rsidRPr="00D25C18" w14:paraId="603AB1AD" w14:textId="77777777" w:rsidTr="0004395B">
        <w:tc>
          <w:tcPr>
            <w:tcW w:w="4039" w:type="dxa"/>
            <w:shd w:val="clear" w:color="auto" w:fill="auto"/>
          </w:tcPr>
          <w:p w14:paraId="699CB390" w14:textId="77777777" w:rsidR="00E76E11" w:rsidRPr="0019099D" w:rsidRDefault="00E76E11" w:rsidP="002823AF">
            <w:pPr>
              <w:ind w:right="6"/>
              <w:jc w:val="both"/>
              <w:rPr>
                <w:rFonts w:cs="Arial"/>
                <w:color w:val="000000"/>
                <w:sz w:val="16"/>
                <w:szCs w:val="16"/>
              </w:rPr>
            </w:pPr>
            <w:bookmarkStart w:id="0" w:name="_Hlk119415211"/>
            <w:r>
              <w:rPr>
                <w:rFonts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  <w:shd w:val="clear" w:color="auto" w:fill="auto"/>
          </w:tcPr>
          <w:p w14:paraId="3BA18AF5" w14:textId="77777777" w:rsidR="00E76E11" w:rsidRPr="00D25C18" w:rsidRDefault="00E76E11" w:rsidP="002823A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shd w:val="clear" w:color="auto" w:fill="auto"/>
          </w:tcPr>
          <w:p w14:paraId="3F5CA535" w14:textId="73D6B6F8" w:rsidR="00E76E11" w:rsidRPr="00D25C18" w:rsidRDefault="00E76E11" w:rsidP="002823AF">
            <w:pPr>
              <w:jc w:val="right"/>
              <w:rPr>
                <w:rFonts w:cs="Arial"/>
                <w:sz w:val="16"/>
                <w:szCs w:val="16"/>
              </w:rPr>
            </w:pPr>
            <w:r w:rsidRPr="00D25C18">
              <w:rPr>
                <w:rFonts w:cs="Arial"/>
                <w:sz w:val="16"/>
                <w:szCs w:val="16"/>
              </w:rPr>
              <w:t>OBR</w:t>
            </w:r>
            <w:r w:rsidR="00AE534B">
              <w:rPr>
                <w:rFonts w:cs="Arial"/>
                <w:sz w:val="16"/>
                <w:szCs w:val="16"/>
              </w:rPr>
              <w:t>.</w:t>
            </w:r>
            <w:r w:rsidRPr="00D25C18">
              <w:rPr>
                <w:rFonts w:cs="Arial"/>
                <w:sz w:val="16"/>
                <w:szCs w:val="16"/>
              </w:rPr>
              <w:t xml:space="preserve"> </w:t>
            </w:r>
            <w:r w:rsidR="00895E02">
              <w:rPr>
                <w:rFonts w:cs="Arial"/>
                <w:sz w:val="16"/>
                <w:szCs w:val="16"/>
              </w:rPr>
              <w:t>3</w:t>
            </w:r>
          </w:p>
        </w:tc>
      </w:tr>
    </w:tbl>
    <w:bookmarkEnd w:id="0"/>
    <w:p w14:paraId="188A7451" w14:textId="77777777" w:rsidR="00175D3A" w:rsidRPr="00B37752" w:rsidRDefault="00175D3A" w:rsidP="00175D3A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 ODOS: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3040-0007/2026</w:t>
      </w:r>
    </w:p>
    <w:p w14:paraId="129CFEA7" w14:textId="77777777" w:rsidR="00175D3A" w:rsidRPr="00B37752" w:rsidRDefault="00175D3A" w:rsidP="00175D3A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2026-062</w:t>
      </w: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bookmarkStart w:id="1" w:name="_GoBack"/>
      <w:bookmarkEnd w:id="1"/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3710EC6D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 xml:space="preserve">PODATKI O </w:t>
      </w:r>
      <w:r w:rsidR="004358F4">
        <w:rPr>
          <w:rFonts w:ascii="Arial" w:hAnsi="Arial" w:cs="Arial"/>
          <w:b/>
          <w:sz w:val="22"/>
          <w:szCs w:val="22"/>
        </w:rPr>
        <w:t>PONUDNIKU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0D9E993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1869A8CE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354DF9A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0B6F3A3D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4519DCF9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  <w:r w:rsidR="005C2C6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07D5A" w14:textId="77777777" w:rsidR="0069716E" w:rsidRDefault="0069716E">
      <w:r>
        <w:separator/>
      </w:r>
    </w:p>
  </w:endnote>
  <w:endnote w:type="continuationSeparator" w:id="0">
    <w:p w14:paraId="54B54E9A" w14:textId="77777777" w:rsidR="0069716E" w:rsidRDefault="0069716E">
      <w:r>
        <w:continuationSeparator/>
      </w:r>
    </w:p>
  </w:endnote>
  <w:endnote w:type="continuationNotice" w:id="1">
    <w:p w14:paraId="5E2D86F8" w14:textId="77777777" w:rsidR="0069716E" w:rsidRDefault="0069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69716E" w:rsidRPr="00EE6ED9" w:rsidRDefault="0069716E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69716E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69716E" w:rsidRPr="005A785E" w:rsidRDefault="0069716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69716E" w:rsidRPr="00EE6ED9" w:rsidRDefault="0069716E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69716E" w:rsidRPr="00FC6CF0" w:rsidRDefault="0069716E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5B002" w14:textId="77777777" w:rsidR="0069716E" w:rsidRDefault="0069716E">
      <w:r>
        <w:separator/>
      </w:r>
    </w:p>
  </w:footnote>
  <w:footnote w:type="continuationSeparator" w:id="0">
    <w:p w14:paraId="20852C16" w14:textId="77777777" w:rsidR="0069716E" w:rsidRDefault="0069716E">
      <w:r>
        <w:continuationSeparator/>
      </w:r>
    </w:p>
  </w:footnote>
  <w:footnote w:type="continuationNotice" w:id="1">
    <w:p w14:paraId="02B943E2" w14:textId="77777777" w:rsidR="0069716E" w:rsidRDefault="00697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69716E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69716E" w:rsidRPr="00A04B00" w:rsidRDefault="0069716E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69716E" w:rsidRPr="00A04B00" w:rsidRDefault="0069716E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69716E" w:rsidRPr="00C0552D" w:rsidRDefault="0069716E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69716E" w:rsidRPr="00C0552D" w:rsidRDefault="0069716E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69716E" w:rsidRPr="00A1445A" w:rsidRDefault="0069716E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69716E" w:rsidRDefault="0069716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69716E" w:rsidRPr="00A1445A" w:rsidRDefault="00175D3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69716E" w:rsidRDefault="00175D3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69716E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69716E" w:rsidRPr="00A1445A" w:rsidRDefault="0069716E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69716E" w:rsidRPr="00FC6CF0" w:rsidRDefault="0069716E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7"/>
  </w:num>
  <w:num w:numId="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"/>
  </w:num>
  <w:num w:numId="16">
    <w:abstractNumId w:val="12"/>
  </w:num>
  <w:num w:numId="17">
    <w:abstractNumId w:val="0"/>
  </w:num>
  <w:num w:numId="18">
    <w:abstractNumId w:val="3"/>
  </w:num>
  <w:num w:numId="19">
    <w:abstractNumId w:val="17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395B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35BF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75D3A"/>
    <w:rsid w:val="00183318"/>
    <w:rsid w:val="001A192F"/>
    <w:rsid w:val="001A7BD0"/>
    <w:rsid w:val="001D16E0"/>
    <w:rsid w:val="001D1986"/>
    <w:rsid w:val="001D694D"/>
    <w:rsid w:val="001D7D2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23AF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02B"/>
    <w:rsid w:val="00326834"/>
    <w:rsid w:val="00346224"/>
    <w:rsid w:val="0035043A"/>
    <w:rsid w:val="00361454"/>
    <w:rsid w:val="00367250"/>
    <w:rsid w:val="00370866"/>
    <w:rsid w:val="0037231D"/>
    <w:rsid w:val="00372A7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2633B"/>
    <w:rsid w:val="0043532D"/>
    <w:rsid w:val="004358F4"/>
    <w:rsid w:val="00441E28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B109D"/>
    <w:rsid w:val="004D0253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2C6A"/>
    <w:rsid w:val="005C4C41"/>
    <w:rsid w:val="005C71B5"/>
    <w:rsid w:val="005C7E8F"/>
    <w:rsid w:val="005D7E01"/>
    <w:rsid w:val="005F1763"/>
    <w:rsid w:val="005F182C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56D92"/>
    <w:rsid w:val="00662D8F"/>
    <w:rsid w:val="0066332D"/>
    <w:rsid w:val="00670A28"/>
    <w:rsid w:val="00670D1D"/>
    <w:rsid w:val="0069716E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7F5846"/>
    <w:rsid w:val="008155E7"/>
    <w:rsid w:val="00824D1D"/>
    <w:rsid w:val="00833AC6"/>
    <w:rsid w:val="00843739"/>
    <w:rsid w:val="00843B36"/>
    <w:rsid w:val="00847017"/>
    <w:rsid w:val="00882006"/>
    <w:rsid w:val="00894593"/>
    <w:rsid w:val="00895E02"/>
    <w:rsid w:val="00895F3B"/>
    <w:rsid w:val="008A757F"/>
    <w:rsid w:val="008B3D3B"/>
    <w:rsid w:val="008B4927"/>
    <w:rsid w:val="008C2AC2"/>
    <w:rsid w:val="008D6DCE"/>
    <w:rsid w:val="008E0DB9"/>
    <w:rsid w:val="008E64FA"/>
    <w:rsid w:val="008F18E7"/>
    <w:rsid w:val="008F3E2F"/>
    <w:rsid w:val="008F720B"/>
    <w:rsid w:val="00913CF8"/>
    <w:rsid w:val="00945B2B"/>
    <w:rsid w:val="00946104"/>
    <w:rsid w:val="009514DD"/>
    <w:rsid w:val="0095198A"/>
    <w:rsid w:val="00953938"/>
    <w:rsid w:val="00955C14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230F"/>
    <w:rsid w:val="009F0952"/>
    <w:rsid w:val="009F7521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698A"/>
    <w:rsid w:val="00AC7136"/>
    <w:rsid w:val="00AC72E5"/>
    <w:rsid w:val="00AD3618"/>
    <w:rsid w:val="00AE534B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267"/>
    <w:rsid w:val="00B4256F"/>
    <w:rsid w:val="00B439E6"/>
    <w:rsid w:val="00B44423"/>
    <w:rsid w:val="00B45F78"/>
    <w:rsid w:val="00B528B4"/>
    <w:rsid w:val="00B52BF2"/>
    <w:rsid w:val="00B5369B"/>
    <w:rsid w:val="00B536BA"/>
    <w:rsid w:val="00B538F5"/>
    <w:rsid w:val="00B55168"/>
    <w:rsid w:val="00B661E3"/>
    <w:rsid w:val="00B86392"/>
    <w:rsid w:val="00B8710A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57BF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B5DAE"/>
    <w:rsid w:val="00DD0029"/>
    <w:rsid w:val="00DD41BE"/>
    <w:rsid w:val="00DF116B"/>
    <w:rsid w:val="00DF3D50"/>
    <w:rsid w:val="00E029F3"/>
    <w:rsid w:val="00E02C2C"/>
    <w:rsid w:val="00E0340C"/>
    <w:rsid w:val="00E06E70"/>
    <w:rsid w:val="00E13E5E"/>
    <w:rsid w:val="00E16A4C"/>
    <w:rsid w:val="00E3300C"/>
    <w:rsid w:val="00E43C3D"/>
    <w:rsid w:val="00E550C0"/>
    <w:rsid w:val="00E61921"/>
    <w:rsid w:val="00E676C3"/>
    <w:rsid w:val="00E749F2"/>
    <w:rsid w:val="00E76E11"/>
    <w:rsid w:val="00E932C8"/>
    <w:rsid w:val="00E95B73"/>
    <w:rsid w:val="00E9600A"/>
    <w:rsid w:val="00EA7B9C"/>
    <w:rsid w:val="00EB0DA9"/>
    <w:rsid w:val="00EB6823"/>
    <w:rsid w:val="00EC5991"/>
    <w:rsid w:val="00EC757B"/>
    <w:rsid w:val="00ED5972"/>
    <w:rsid w:val="00EE65BD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468C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  <w:rsid w:val="00FF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6df7e349fc169d59608de4a8cc5a45c9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04fb524e5b647fa608e46cb1a3e36f66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2d71791d-4b08-4651-a8aa-c7bfc8b3429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a4cc071-bd85-44c5-acc7-68a9b922d49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C0340-625B-4478-BAF1-375F87CDDDD1}"/>
</file>

<file path=customXml/itemProps4.xml><?xml version="1.0" encoding="utf-8"?>
<ds:datastoreItem xmlns:ds="http://schemas.openxmlformats.org/officeDocument/2006/customXml" ds:itemID="{426DF75E-F325-4E12-A00B-96DF37C1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41</TotalTime>
  <Pages>1</Pages>
  <Words>73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608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43</cp:revision>
  <cp:lastPrinted>2026-01-23T10:10:00Z</cp:lastPrinted>
  <dcterms:created xsi:type="dcterms:W3CDTF">2020-01-30T11:21:00Z</dcterms:created>
  <dcterms:modified xsi:type="dcterms:W3CDTF">2026-01-23T10:12:00Z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